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77777777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831D6">
        <w:rPr>
          <w:rFonts w:ascii="Corbel" w:hAnsi="Corbel"/>
          <w:smallCaps/>
          <w:color w:val="000000" w:themeColor="text1"/>
          <w:sz w:val="24"/>
          <w:szCs w:val="24"/>
        </w:rPr>
        <w:t>2020-2023</w:t>
      </w:r>
      <w:r w:rsidR="00DC6D0C" w:rsidRPr="0015164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D4CC823" w14:textId="748111A3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8831D6">
        <w:rPr>
          <w:rFonts w:ascii="Corbel" w:hAnsi="Corbel"/>
          <w:sz w:val="20"/>
          <w:szCs w:val="20"/>
        </w:rPr>
        <w:t>2/2023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Rynki 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finansowe i doradztwo inwestycyjne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6180EE4D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E/I/EP/C-1.11b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33F61B7A" w:rsidR="0085747A" w:rsidRPr="002F77A3" w:rsidRDefault="002F77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7A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0D08CF29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831D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2E2F0B35" w:rsidR="00015B8F" w:rsidRPr="009C54AE" w:rsidRDefault="002F77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3B250883" w:rsidR="00015B8F" w:rsidRPr="009C54AE" w:rsidRDefault="002F77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4851C5B6" w14:textId="77777777" w:rsidR="0015164A" w:rsidRPr="00957B50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577F315C" w:rsidR="00283294" w:rsidRPr="00957B50" w:rsidRDefault="002F77A3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3D056D11" w:rsidR="00283294" w:rsidRPr="00957B50" w:rsidRDefault="002F77A3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200BA" w14:textId="77777777" w:rsidR="00D173EF" w:rsidRDefault="00D173EF" w:rsidP="00C16ABF">
      <w:pPr>
        <w:spacing w:after="0" w:line="240" w:lineRule="auto"/>
      </w:pPr>
      <w:r>
        <w:separator/>
      </w:r>
    </w:p>
  </w:endnote>
  <w:endnote w:type="continuationSeparator" w:id="0">
    <w:p w14:paraId="62582843" w14:textId="77777777" w:rsidR="00D173EF" w:rsidRDefault="00D173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A633D" w14:textId="77777777" w:rsidR="00D173EF" w:rsidRDefault="00D173EF" w:rsidP="00C16ABF">
      <w:pPr>
        <w:spacing w:after="0" w:line="240" w:lineRule="auto"/>
      </w:pPr>
      <w:r>
        <w:separator/>
      </w:r>
    </w:p>
  </w:footnote>
  <w:footnote w:type="continuationSeparator" w:id="0">
    <w:p w14:paraId="7625B2AC" w14:textId="77777777" w:rsidR="00D173EF" w:rsidRDefault="00D173EF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2F77A3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EF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FF1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437E3F-6E3B-40E9-9891-8AD4C686D1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CA9DEC-4049-4AC3-99E8-3CF7D702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965</Words>
  <Characters>5792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2020-10-13T10:19:00Z</dcterms:created>
  <dcterms:modified xsi:type="dcterms:W3CDTF">2020-12-12T10:03:00Z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